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E49F9F" w14:textId="77777777" w:rsidR="00BF7FE0" w:rsidRDefault="00BF7FE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C86CE5" w:rsidRPr="00AD041D" w14:paraId="14683BE3" w14:textId="77777777" w:rsidTr="008029E7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0ECC8A14" w14:textId="6D88B00F" w:rsidR="00C86CE5" w:rsidRPr="00F51298" w:rsidRDefault="00F51298" w:rsidP="00F51298">
            <w:pPr>
              <w:ind w:left="126" w:right="126"/>
              <w:jc w:val="center"/>
              <w:rPr>
                <w:rFonts w:ascii="Arial" w:hAnsi="Arial" w:cs="Arial"/>
                <w:i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Quand j’étais petit, j’étais aventureux (se). Souvent je grimpais </w:t>
            </w:r>
            <w:proofErr w:type="gramStart"/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au arbres</w:t>
            </w:r>
            <w:proofErr w:type="gramEnd"/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et je jouais à </w:t>
            </w:r>
            <w:proofErr w:type="spellStart"/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cache cache</w:t>
            </w:r>
            <w:proofErr w:type="spellEnd"/>
          </w:p>
        </w:tc>
        <w:tc>
          <w:tcPr>
            <w:tcW w:w="5040" w:type="dxa"/>
            <w:vAlign w:val="center"/>
          </w:tcPr>
          <w:p w14:paraId="406C438D" w14:textId="65046E45" w:rsidR="00C7263C" w:rsidRPr="00F51298" w:rsidRDefault="00F51298" w:rsidP="00EB73B2">
            <w:pPr>
              <w:ind w:left="126" w:right="126"/>
              <w:jc w:val="center"/>
              <w:rPr>
                <w:rFonts w:ascii="Arial" w:hAnsi="Arial" w:cs="Arial"/>
                <w:i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Quand j’étais petit, j’étais aventureux (se). Souvent je grimpais </w:t>
            </w:r>
            <w:proofErr w:type="gramStart"/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au arbres</w:t>
            </w:r>
            <w:proofErr w:type="gramEnd"/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et je jouais à </w:t>
            </w:r>
            <w:proofErr w:type="spellStart"/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cache cache</w:t>
            </w:r>
            <w:proofErr w:type="spellEnd"/>
            <w:r w:rsidRPr="00F51298">
              <w:rPr>
                <w:rFonts w:ascii="Arial" w:hAnsi="Arial" w:cs="Arial"/>
                <w:i/>
                <w:sz w:val="32"/>
                <w:szCs w:val="32"/>
                <w:lang w:val="fr-FR"/>
              </w:rPr>
              <w:t xml:space="preserve"> </w:t>
            </w:r>
          </w:p>
        </w:tc>
      </w:tr>
      <w:tr w:rsidR="00C86CE5" w:rsidRPr="00AD041D" w14:paraId="4F4699F8" w14:textId="77777777" w:rsidTr="008029E7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7DCE27C3" w14:textId="32685D40" w:rsidR="00C86CE5" w:rsidRPr="00EB73B2" w:rsidRDefault="00F51298" w:rsidP="00F51298">
            <w:pPr>
              <w:ind w:left="126" w:right="126"/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Quand j’étais petit, j’étais aventureux (se). </w:t>
            </w: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Souvent je grimpais aux arbres et d</w:t>
            </w: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e temps en temps je courais dans la rue</w:t>
            </w:r>
          </w:p>
        </w:tc>
        <w:tc>
          <w:tcPr>
            <w:tcW w:w="5040" w:type="dxa"/>
            <w:vAlign w:val="center"/>
          </w:tcPr>
          <w:p w14:paraId="68D85BCC" w14:textId="059AEB85" w:rsidR="00C86CE5" w:rsidRPr="00F51298" w:rsidRDefault="00F51298" w:rsidP="00C33883">
            <w:pPr>
              <w:ind w:left="126" w:right="126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Quand j’étais petit, j’étais aventureux (se). Souvent je grimpais aux arbres et de temps en temps je courais dans la rue</w:t>
            </w:r>
          </w:p>
        </w:tc>
      </w:tr>
      <w:tr w:rsidR="00C86CE5" w:rsidRPr="00AD041D" w14:paraId="024E2E4C" w14:textId="77777777" w:rsidTr="008029E7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628D9868" w14:textId="2995D5C3" w:rsidR="00C86CE5" w:rsidRPr="0034238B" w:rsidRDefault="00F51298" w:rsidP="00F51298">
            <w:pPr>
              <w:ind w:left="126" w:right="126"/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Quand j’</w:t>
            </w: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étais</w:t>
            </w: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petit, j’étais </w:t>
            </w: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calme(se). Tous les jours je lisais des bandes dessinées et parfois j’écoutais la chanson de frère Jacques </w:t>
            </w:r>
          </w:p>
        </w:tc>
        <w:tc>
          <w:tcPr>
            <w:tcW w:w="5040" w:type="dxa"/>
            <w:vAlign w:val="center"/>
          </w:tcPr>
          <w:p w14:paraId="6D1CBB66" w14:textId="66995C0C" w:rsidR="00C86CE5" w:rsidRPr="00C7263C" w:rsidRDefault="00F51298" w:rsidP="00F51298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Quand j’étai</w:t>
            </w: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s</w:t>
            </w: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petit, j’étais calme(se). Tous les jours je lisais des bandes dessinées et parfois j’écoutais la chanson de frère Jacques</w:t>
            </w:r>
          </w:p>
        </w:tc>
      </w:tr>
      <w:tr w:rsidR="00C86CE5" w:rsidRPr="00AD041D" w14:paraId="19F524B3" w14:textId="77777777" w:rsidTr="008029E7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0C52BF01" w14:textId="7D5C6D51" w:rsidR="00C86CE5" w:rsidRPr="00C7263C" w:rsidRDefault="00F51298" w:rsidP="00F51298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Quand j’étais petit, j’étais calme(se). Tous les jours je </w:t>
            </w: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coloriais</w:t>
            </w: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et </w:t>
            </w: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souvent </w:t>
            </w: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j’écoutais la chanson de frère Jacques</w:t>
            </w:r>
          </w:p>
        </w:tc>
        <w:tc>
          <w:tcPr>
            <w:tcW w:w="5040" w:type="dxa"/>
            <w:vAlign w:val="center"/>
          </w:tcPr>
          <w:p w14:paraId="5D762EFA" w14:textId="1342C19B" w:rsidR="00C86CE5" w:rsidRPr="001908A6" w:rsidRDefault="00F51298" w:rsidP="00C7263C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Quand j’étais petit, j’étais calme(se). Tous les jours je coloriais et souvent j’écoutais la chanson de frère Jacques</w:t>
            </w:r>
            <w:r w:rsidRPr="001908A6">
              <w:rPr>
                <w:rFonts w:ascii="Arial" w:hAnsi="Arial" w:cs="Arial"/>
                <w:b/>
                <w:sz w:val="40"/>
                <w:szCs w:val="40"/>
                <w:lang w:val="fr-FR"/>
              </w:rPr>
              <w:t xml:space="preserve"> </w:t>
            </w:r>
          </w:p>
        </w:tc>
      </w:tr>
      <w:tr w:rsidR="00C86CE5" w:rsidRPr="00AD041D" w14:paraId="5F3B14A0" w14:textId="77777777" w:rsidTr="008029E7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6C8DA331" w14:textId="6885265A" w:rsidR="00C86CE5" w:rsidRPr="00A318C5" w:rsidRDefault="00F51298" w:rsidP="00F51298">
            <w:pPr>
              <w:ind w:left="126" w:right="126"/>
              <w:jc w:val="center"/>
              <w:rPr>
                <w:rFonts w:ascii="Arial" w:hAnsi="Arial" w:cs="Arial"/>
                <w:i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Quand j’</w:t>
            </w: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avais 5 ans</w:t>
            </w: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, j’étais </w:t>
            </w: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un petit ange parce que je jouais aux petites voitures avec mes amis et de temps en temps je jouais aux billes </w:t>
            </w:r>
          </w:p>
        </w:tc>
        <w:tc>
          <w:tcPr>
            <w:tcW w:w="5040" w:type="dxa"/>
            <w:vAlign w:val="center"/>
          </w:tcPr>
          <w:p w14:paraId="113CDE1E" w14:textId="77777777" w:rsidR="001908A6" w:rsidRDefault="001908A6" w:rsidP="00341295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</w:p>
          <w:p w14:paraId="030A2251" w14:textId="3E1D81F4" w:rsidR="00F51298" w:rsidRDefault="00F51298" w:rsidP="00341295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Quand j’avais 5 ans, j’étais un petit ange parce que je jouais aux petites voitures avec mes amis et de temps en temps je jouais aux billes </w:t>
            </w:r>
            <w:bookmarkStart w:id="0" w:name="_GoBack"/>
            <w:bookmarkEnd w:id="0"/>
          </w:p>
          <w:p w14:paraId="36D32A15" w14:textId="77777777" w:rsidR="00F51298" w:rsidRDefault="00F51298" w:rsidP="00341295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</w:p>
          <w:p w14:paraId="5E024B5C" w14:textId="77777777" w:rsidR="00F51298" w:rsidRDefault="00F51298" w:rsidP="00341295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</w:p>
          <w:p w14:paraId="1911F033" w14:textId="77777777" w:rsidR="00F51298" w:rsidRDefault="00F51298" w:rsidP="00341295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</w:p>
          <w:p w14:paraId="60389DF5" w14:textId="77777777" w:rsidR="00F51298" w:rsidRDefault="00F51298" w:rsidP="00341295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</w:p>
          <w:p w14:paraId="55E0CE3B" w14:textId="77777777" w:rsidR="001908A6" w:rsidRDefault="001908A6" w:rsidP="00341295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</w:p>
          <w:p w14:paraId="2C54A326" w14:textId="77777777" w:rsidR="001908A6" w:rsidRDefault="001908A6" w:rsidP="00341295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</w:p>
          <w:p w14:paraId="4603A9FE" w14:textId="77777777" w:rsidR="001908A6" w:rsidRDefault="001908A6" w:rsidP="00341295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</w:p>
          <w:p w14:paraId="159D502A" w14:textId="77777777" w:rsidR="001908A6" w:rsidRDefault="001908A6" w:rsidP="00341295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</w:p>
          <w:p w14:paraId="4F191B65" w14:textId="77777777" w:rsidR="001908A6" w:rsidRDefault="001908A6" w:rsidP="00341295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</w:p>
          <w:p w14:paraId="10BA8989" w14:textId="2352D18D" w:rsidR="001908A6" w:rsidRPr="00C7263C" w:rsidRDefault="001908A6" w:rsidP="00341295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</w:p>
        </w:tc>
      </w:tr>
    </w:tbl>
    <w:p w14:paraId="78931F61" w14:textId="77777777" w:rsidR="000B3499" w:rsidRPr="00C86CE5" w:rsidRDefault="000B3499" w:rsidP="00C86CE5">
      <w:pPr>
        <w:jc w:val="center"/>
        <w:rPr>
          <w:rFonts w:ascii="Arial" w:hAnsi="Arial" w:cs="Arial"/>
          <w:b/>
          <w:vanish/>
          <w:sz w:val="40"/>
          <w:szCs w:val="40"/>
          <w:lang w:val="fr-FR"/>
        </w:rPr>
      </w:pPr>
    </w:p>
    <w:sectPr w:rsidR="000B3499" w:rsidRPr="00C86CE5" w:rsidSect="00C86CE5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9E7"/>
    <w:rsid w:val="00046C70"/>
    <w:rsid w:val="000609A7"/>
    <w:rsid w:val="000768CB"/>
    <w:rsid w:val="000B3499"/>
    <w:rsid w:val="00142C5E"/>
    <w:rsid w:val="001908A6"/>
    <w:rsid w:val="00200F3A"/>
    <w:rsid w:val="00295BAF"/>
    <w:rsid w:val="002A652C"/>
    <w:rsid w:val="00341295"/>
    <w:rsid w:val="0034238B"/>
    <w:rsid w:val="003E7B98"/>
    <w:rsid w:val="003F6AD8"/>
    <w:rsid w:val="00584968"/>
    <w:rsid w:val="00594B6F"/>
    <w:rsid w:val="008029E7"/>
    <w:rsid w:val="0088399B"/>
    <w:rsid w:val="0099321F"/>
    <w:rsid w:val="00997D40"/>
    <w:rsid w:val="00A318C5"/>
    <w:rsid w:val="00A40B94"/>
    <w:rsid w:val="00AD041D"/>
    <w:rsid w:val="00B168FE"/>
    <w:rsid w:val="00B95FCD"/>
    <w:rsid w:val="00BB4706"/>
    <w:rsid w:val="00BF7FE0"/>
    <w:rsid w:val="00C33883"/>
    <w:rsid w:val="00C566B9"/>
    <w:rsid w:val="00C7263C"/>
    <w:rsid w:val="00C83243"/>
    <w:rsid w:val="00C86538"/>
    <w:rsid w:val="00C86CE5"/>
    <w:rsid w:val="00CC7067"/>
    <w:rsid w:val="00CF083A"/>
    <w:rsid w:val="00E47863"/>
    <w:rsid w:val="00EB73B2"/>
    <w:rsid w:val="00F5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87AC0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584968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478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47863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I:\04%20-%20Templates\Card%20Template%20-%20Bet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I:\04 - Templates\Card Template - Better.dotx</Template>
  <TotalTime>9</TotalTime>
  <Pages>1</Pages>
  <Words>187</Words>
  <Characters>1072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 pas prendre la voiture</vt:lpstr>
    </vt:vector>
  </TitlesOfParts>
  <Company>FPS</Company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 pas prendre la voiture</dc:title>
  <dc:creator>EAS</dc:creator>
  <cp:lastModifiedBy>GREBERT,VIVIANE</cp:lastModifiedBy>
  <cp:revision>3</cp:revision>
  <cp:lastPrinted>2012-12-20T11:28:00Z</cp:lastPrinted>
  <dcterms:created xsi:type="dcterms:W3CDTF">2017-09-30T15:25:00Z</dcterms:created>
  <dcterms:modified xsi:type="dcterms:W3CDTF">2017-09-30T15:33:00Z</dcterms:modified>
</cp:coreProperties>
</file>